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36" w:rsidRDefault="005A3EE8">
      <w:r>
        <w:rPr>
          <w:noProof/>
        </w:rPr>
        <w:pict>
          <v:group id="_x0000_s1026" style="position:absolute;margin-left:9.75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827215" w:rsidRPr="00827215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HW17</w:t>
                        </w:r>
                        <w:r w:rsidR="00827215">
                          <w:rPr>
                            <w:noProof/>
                          </w:rPr>
                          <w:t>_Distance&amp;AbsoluteValue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5C656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5C656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18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  <w:bCs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281940</wp:posOffset>
                  </wp:positionV>
                  <wp:extent cx="4943475" cy="476250"/>
                  <wp:effectExtent l="19050" t="0" r="9525" b="0"/>
                  <wp:wrapTight wrapText="bothSides">
                    <wp:wrapPolygon edited="0">
                      <wp:start x="-83" y="0"/>
                      <wp:lineTo x="-83" y="20736"/>
                      <wp:lineTo x="21642" y="20736"/>
                      <wp:lineTo x="21642" y="0"/>
                      <wp:lineTo x="-83" y="0"/>
                    </wp:wrapPolygon>
                  </wp:wrapTight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83035">
              <w:rPr>
                <w:rFonts w:ascii="Calibri" w:hAnsi="Calibri" w:cs="Cambria"/>
                <w:bCs/>
              </w:rPr>
              <w:t xml:space="preserve">Use the number line below to answer questions 1 – 4.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b/>
                <w:bCs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1.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A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2.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B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3. How much longer is </w:t>
            </w:r>
            <w:r w:rsidRPr="00E83035">
              <w:rPr>
                <w:rFonts w:ascii="Calibri" w:hAnsi="Calibri" w:cs="Cambria"/>
                <w:i/>
              </w:rPr>
              <w:t>AD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BE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4. How much longer is </w:t>
            </w:r>
            <w:r w:rsidRPr="00E83035">
              <w:rPr>
                <w:rFonts w:ascii="Calibri" w:hAnsi="Calibri" w:cs="Cambria"/>
                <w:i/>
              </w:rPr>
              <w:t>CD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DE</w:t>
            </w:r>
            <w:r w:rsidRPr="00E83035">
              <w:rPr>
                <w:rFonts w:ascii="Calibri" w:hAnsi="Calibri" w:cs="Cambria"/>
              </w:rPr>
              <w:t>?</w:t>
            </w:r>
          </w:p>
        </w:tc>
      </w:tr>
      <w:tr w:rsidR="00294DA4" w:rsidTr="00714AAC">
        <w:tc>
          <w:tcPr>
            <w:tcW w:w="11016" w:type="dxa"/>
            <w:gridSpan w:val="2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Use the description of a number line below to answer questions 5 – 6. Sketch the number line below before answering the questions.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  <w:i/>
              </w:rPr>
            </w:pPr>
            <w:r w:rsidRPr="00E83035">
              <w:rPr>
                <w:rFonts w:ascii="Calibri" w:hAnsi="Calibri" w:cs="Cambria"/>
                <w:i/>
              </w:rPr>
              <w:t xml:space="preserve">On a number line, point W is located at 3, X is located at –5, Y is located at –16, and Z is located at 11. </w: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  <w:p w:rsidR="00294DA4" w:rsidRPr="00E83035" w:rsidRDefault="005A3EE8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0" type="#_x0000_t32" style="position:absolute;margin-left:42.6pt;margin-top:9.95pt;width:450.45pt;height:0;z-index:251667456" o:connectortype="straight" strokeweight="1.5pt">
                  <v:stroke startarrow="open" endarrow="open"/>
                </v:shape>
              </w:pic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5.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W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6. What is the distance, in coordinate units, between points </w:t>
            </w:r>
            <w:r w:rsidRPr="00E83035">
              <w:rPr>
                <w:rFonts w:ascii="Calibri" w:hAnsi="Calibri" w:cs="Cambria"/>
                <w:i/>
              </w:rPr>
              <w:t>Y</w:t>
            </w:r>
            <w:r w:rsidRPr="00E83035">
              <w:rPr>
                <w:rFonts w:ascii="Calibri" w:hAnsi="Calibri" w:cs="Cambria"/>
              </w:rPr>
              <w:t xml:space="preserve"> and </w:t>
            </w:r>
            <w:r w:rsidRPr="00E83035">
              <w:rPr>
                <w:rFonts w:ascii="Calibri" w:hAnsi="Calibri" w:cs="Cambria"/>
                <w:i/>
              </w:rPr>
              <w:t>Z</w:t>
            </w:r>
            <w:r w:rsidRPr="00E83035">
              <w:rPr>
                <w:rFonts w:ascii="Calibri" w:hAnsi="Calibri" w:cs="Cambria"/>
              </w:rPr>
              <w:t>?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</w:tr>
      <w:tr w:rsidR="00294DA4" w:rsidTr="00714AAC"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7. How much longer is </w:t>
            </w:r>
            <w:r w:rsidRPr="00E83035">
              <w:rPr>
                <w:rFonts w:ascii="Calibri" w:hAnsi="Calibri" w:cs="Cambria"/>
                <w:i/>
              </w:rPr>
              <w:t>WY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XZ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  <w:p w:rsidR="00294DA4" w:rsidRPr="00E83035" w:rsidRDefault="00294DA4" w:rsidP="00714AAC">
            <w:pPr>
              <w:rPr>
                <w:rFonts w:ascii="Calibri" w:hAnsi="Calibri" w:cs="Cambria"/>
              </w:rPr>
            </w:pPr>
          </w:p>
        </w:tc>
        <w:tc>
          <w:tcPr>
            <w:tcW w:w="5508" w:type="dxa"/>
          </w:tcPr>
          <w:p w:rsidR="00294DA4" w:rsidRPr="00E83035" w:rsidRDefault="00294DA4" w:rsidP="00714AAC">
            <w:pPr>
              <w:rPr>
                <w:rFonts w:ascii="Calibri" w:hAnsi="Calibri" w:cs="Cambria"/>
              </w:rPr>
            </w:pPr>
            <w:r w:rsidRPr="00E83035">
              <w:rPr>
                <w:rFonts w:ascii="Calibri" w:hAnsi="Calibri" w:cs="Cambria"/>
              </w:rPr>
              <w:t xml:space="preserve">8. How much longer is </w:t>
            </w:r>
            <w:r w:rsidRPr="00E83035">
              <w:rPr>
                <w:rFonts w:ascii="Calibri" w:hAnsi="Calibri" w:cs="Cambria"/>
                <w:i/>
              </w:rPr>
              <w:t>YZ</w:t>
            </w:r>
            <w:r w:rsidRPr="00E83035">
              <w:rPr>
                <w:rFonts w:ascii="Calibri" w:hAnsi="Calibri" w:cs="Cambria"/>
              </w:rPr>
              <w:t xml:space="preserve"> than </w:t>
            </w:r>
            <w:r w:rsidRPr="00E83035">
              <w:rPr>
                <w:rFonts w:ascii="Calibri" w:hAnsi="Calibri" w:cs="Cambria"/>
                <w:i/>
              </w:rPr>
              <w:t>WX</w:t>
            </w:r>
            <w:r w:rsidRPr="00E83035">
              <w:rPr>
                <w:rFonts w:ascii="Calibri" w:hAnsi="Calibri" w:cs="Cambria"/>
              </w:rPr>
              <w:t xml:space="preserve">? </w:t>
            </w:r>
          </w:p>
        </w:tc>
      </w:tr>
    </w:tbl>
    <w:p w:rsidR="00294DA4" w:rsidRDefault="00294DA4" w:rsidP="00294DA4"/>
    <w:p w:rsidR="00294DA4" w:rsidRDefault="00294DA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294DA4" w:rsidRPr="004E7DB1" w:rsidTr="00714AAC">
        <w:tc>
          <w:tcPr>
            <w:tcW w:w="5508" w:type="dxa"/>
          </w:tcPr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9</w:t>
            </w:r>
            <w:r w:rsidRPr="004E7DB1">
              <w:rPr>
                <w:rFonts w:ascii="Calibri" w:hAnsi="Calibri"/>
              </w:rPr>
              <w:t xml:space="preserve">a)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552700" cy="1485900"/>
                  <wp:effectExtent l="19050" t="0" r="0" b="0"/>
                  <wp:docPr id="33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>b) What is the y-intercept?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c) What is the x-intercept?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4E7DB1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886075" cy="1685925"/>
                  <wp:effectExtent l="19050" t="0" r="9525" b="0"/>
                  <wp:docPr id="33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DA4" w:rsidRPr="004E7DB1" w:rsidTr="00714AAC">
        <w:tc>
          <w:tcPr>
            <w:tcW w:w="5508" w:type="dxa"/>
          </w:tcPr>
          <w:p w:rsidR="00294DA4" w:rsidRPr="004E7DB1" w:rsidRDefault="005A3EE8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group id="_x0000_s1059" style="position:absolute;margin-left:91.35pt;margin-top:31.85pt;width:175.9pt;height:147.85pt;z-index:251661312;mso-position-horizontal-relative:text;mso-position-vertical-relative:text" coordorigin="2513,333" coordsize="3518,2957">
                  <v:shape id="_x0000_s1060" type="#_x0000_t32" style="position:absolute;left:3148;top:1022;width:2270;height:224" o:connectortype="straight">
                    <v:stroke startarrow="block" endarrow="block"/>
                  </v:shape>
                  <v:shape id="_x0000_s1061" type="#_x0000_t32" style="position:absolute;left:4171;top:1781;width:438;height:1509" o:connectortype="straight">
                    <v:stroke startarrow="block" endarrow="block"/>
                  </v:shape>
                  <v:shape id="_x0000_s1062" type="#_x0000_t32" style="position:absolute;left:2726;top:343;width:489;height:2323;flip:y" o:connectortype="straight">
                    <v:stroke startarrow="block" endarrow="block"/>
                  </v:shape>
                  <v:shape id="_x0000_s1063" type="#_x0000_t32" style="position:absolute;left:2538;top:1540;width:1820;height:1599" o:connectortype="straight">
                    <v:stroke startarrow="block" endarrow="block"/>
                  </v:shape>
                  <v:shape id="_x0000_s1064" type="#_x0000_t32" style="position:absolute;left:5510;top:489;width:0;height:1588;flip:y" o:connectortype="straight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65" type="#_x0000_t202" style="position:absolute;left:4588;top:2246;width:470;height:420;mso-width-relative:margin;mso-height-relative:margin">
                    <v:textbox style="mso-next-textbox:#_x0000_s1065">
                      <w:txbxContent>
                        <w:p w:rsidR="00294DA4" w:rsidRPr="00C57650" w:rsidRDefault="00294DA4" w:rsidP="00294DA4">
                          <w:pPr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  <w:r w:rsidRPr="00C57650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66" type="#_x0000_t202" style="position:absolute;left:5561;top:1022;width:470;height:420;mso-width-relative:margin;mso-height-relative:margin">
                    <v:textbox style="mso-next-textbox:#_x0000_s1066">
                      <w:txbxContent>
                        <w:p w:rsidR="00294DA4" w:rsidRPr="00C57650" w:rsidRDefault="00294DA4" w:rsidP="00294DA4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67" type="#_x0000_t202" style="position:absolute;left:3418;top:1657;width:470;height:420;mso-width-relative:margin;mso-height-relative:margin">
                    <v:textbox style="mso-next-textbox:#_x0000_s1067">
                      <w:txbxContent>
                        <w:p w:rsidR="00294DA4" w:rsidRPr="00C57650" w:rsidRDefault="00294DA4" w:rsidP="00294DA4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68" type="#_x0000_t202" style="position:absolute;left:3701;top:496;width:470;height:420;mso-width-relative:margin;mso-height-relative:margin">
                    <v:textbox style="mso-next-textbox:#_x0000_s1068">
                      <w:txbxContent>
                        <w:p w:rsidR="00294DA4" w:rsidRPr="00C57650" w:rsidRDefault="00294DA4" w:rsidP="00294DA4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69" type="#_x0000_t202" style="position:absolute;left:2513;top:333;width:470;height:420;mso-width-relative:margin;mso-height-relative:margin">
                    <v:textbox style="mso-next-textbox:#_x0000_s1069">
                      <w:txbxContent>
                        <w:p w:rsidR="00294DA4" w:rsidRPr="00C57650" w:rsidRDefault="00294DA4" w:rsidP="00294DA4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w:pict>
            </w:r>
            <w:r w:rsidR="00294DA4">
              <w:rPr>
                <w:rFonts w:ascii="Calibri" w:hAnsi="Calibri"/>
                <w:noProof/>
              </w:rPr>
              <w:drawing>
                <wp:anchor distT="0" distB="13335" distL="114300" distR="115951" simplePos="0" relativeHeight="251660288" behindDoc="0" locked="0" layoutInCell="1" allowOverlap="1">
                  <wp:simplePos x="0" y="0"/>
                  <wp:positionH relativeFrom="column">
                    <wp:posOffset>1141476</wp:posOffset>
                  </wp:positionH>
                  <wp:positionV relativeFrom="paragraph">
                    <wp:posOffset>214630</wp:posOffset>
                  </wp:positionV>
                  <wp:extent cx="2281555" cy="2126107"/>
                  <wp:effectExtent l="19050" t="0" r="4445" b="0"/>
                  <wp:wrapTight wrapText="bothSides">
                    <wp:wrapPolygon edited="0">
                      <wp:start x="10280" y="0"/>
                      <wp:lineTo x="1623" y="968"/>
                      <wp:lineTo x="902" y="1161"/>
                      <wp:lineTo x="902" y="9290"/>
                      <wp:lineTo x="-180" y="10838"/>
                      <wp:lineTo x="902" y="12386"/>
                      <wp:lineTo x="902" y="20321"/>
                      <wp:lineTo x="4869" y="21483"/>
                      <wp:lineTo x="10280" y="21483"/>
                      <wp:lineTo x="11182" y="21483"/>
                      <wp:lineTo x="16773" y="21483"/>
                      <wp:lineTo x="20740" y="20321"/>
                      <wp:lineTo x="20560" y="12386"/>
                      <wp:lineTo x="21642" y="10838"/>
                      <wp:lineTo x="20560" y="9290"/>
                      <wp:lineTo x="20921" y="1355"/>
                      <wp:lineTo x="19478" y="774"/>
                      <wp:lineTo x="11182" y="0"/>
                      <wp:lineTo x="10280" y="0"/>
                    </wp:wrapPolygon>
                  </wp:wrapTight>
                  <wp:docPr id="34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555" cy="212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DA4">
              <w:rPr>
                <w:rFonts w:ascii="Calibri" w:hAnsi="Calibri"/>
              </w:rPr>
              <w:t>11</w:t>
            </w:r>
            <w:r w:rsidR="00294DA4" w:rsidRPr="004E7DB1">
              <w:rPr>
                <w:rFonts w:ascii="Calibri" w:hAnsi="Calibri"/>
              </w:rPr>
              <w:t>a</w:t>
            </w:r>
            <w:r w:rsidR="00294DA4" w:rsidRPr="004E7DB1">
              <w:rPr>
                <w:rFonts w:ascii="Calibri" w:hAnsi="Calibri" w:cs="Calibri"/>
              </w:rPr>
              <w:t>) Which line has the smallest negative slope?</w:t>
            </w: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  <w:r w:rsidRPr="004E7DB1">
              <w:rPr>
                <w:rFonts w:ascii="Calibri" w:hAnsi="Calibri" w:cs="Calibri"/>
              </w:rPr>
              <w:t xml:space="preserve">b) Which line has the biggest </w:t>
            </w:r>
            <w:r w:rsidRPr="00294DA4">
              <w:rPr>
                <w:rFonts w:ascii="Calibri" w:hAnsi="Calibri" w:cs="Calibri"/>
                <w:b/>
              </w:rPr>
              <w:t>negative</w:t>
            </w:r>
            <w:r w:rsidRPr="004E7DB1">
              <w:rPr>
                <w:rFonts w:ascii="Calibri" w:hAnsi="Calibri" w:cs="Calibri"/>
              </w:rPr>
              <w:t xml:space="preserve"> slope?</w:t>
            </w: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  <w:r w:rsidRPr="004E7DB1">
              <w:rPr>
                <w:rFonts w:ascii="Calibri" w:hAnsi="Calibri" w:cs="Calibri"/>
              </w:rPr>
              <w:t>c) What is the slope of line B?</w:t>
            </w:r>
          </w:p>
          <w:p w:rsidR="00294DA4" w:rsidRPr="004E7DB1" w:rsidRDefault="00294DA4" w:rsidP="00714AAC">
            <w:pPr>
              <w:rPr>
                <w:rFonts w:ascii="Calibri" w:hAnsi="Calibri" w:cs="Calibri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13335" distL="114300" distR="116205" simplePos="0" relativeHeight="2516623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19050" t="0" r="0" b="0"/>
                  <wp:wrapTight wrapText="bothSides">
                    <wp:wrapPolygon edited="0">
                      <wp:start x="10250" y="0"/>
                      <wp:lineTo x="1618" y="968"/>
                      <wp:lineTo x="899" y="1161"/>
                      <wp:lineTo x="899" y="9290"/>
                      <wp:lineTo x="-180" y="10838"/>
                      <wp:lineTo x="899" y="12386"/>
                      <wp:lineTo x="899" y="20321"/>
                      <wp:lineTo x="4855" y="21483"/>
                      <wp:lineTo x="10250" y="21483"/>
                      <wp:lineTo x="11149" y="21483"/>
                      <wp:lineTo x="16724" y="21483"/>
                      <wp:lineTo x="20680" y="20321"/>
                      <wp:lineTo x="20501" y="12386"/>
                      <wp:lineTo x="21580" y="10838"/>
                      <wp:lineTo x="20501" y="9290"/>
                      <wp:lineTo x="20860" y="1355"/>
                      <wp:lineTo x="19422" y="774"/>
                      <wp:lineTo x="11149" y="0"/>
                      <wp:lineTo x="10250" y="0"/>
                    </wp:wrapPolygon>
                  </wp:wrapTight>
                  <wp:docPr id="4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59" cy="212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</w:rPr>
              <w:t>12</w:t>
            </w:r>
            <w:r w:rsidRPr="004E7DB1">
              <w:rPr>
                <w:rFonts w:ascii="Calibri" w:hAnsi="Calibri"/>
              </w:rPr>
              <w:t xml:space="preserve">) Sketch the graph of a line that crosses through the point (0, 0) and has a slope of </w:t>
            </w:r>
            <w:r w:rsidRPr="004E7DB1">
              <w:rPr>
                <w:rFonts w:ascii="Calibri" w:hAnsi="Calibri"/>
                <w:position w:val="-24"/>
              </w:rPr>
              <w:object w:dxaOrig="400" w:dyaOrig="620">
                <v:shape id="_x0000_i1025" type="#_x0000_t75" style="width:20.55pt;height:30.85pt" o:ole="">
                  <v:imagedata r:id="rId12" o:title=""/>
                </v:shape>
                <o:OLEObject Type="Embed" ProgID="Equation.3" ShapeID="_x0000_i1025" DrawAspect="Content" ObjectID="_1472235912" r:id="rId13"/>
              </w:object>
            </w:r>
            <w:r w:rsidRPr="004E7DB1">
              <w:rPr>
                <w:rFonts w:ascii="Calibri" w:hAnsi="Calibri"/>
              </w:rPr>
              <w:t xml:space="preserve">. </w:t>
            </w:r>
          </w:p>
        </w:tc>
      </w:tr>
      <w:tr w:rsidR="00294DA4" w:rsidRPr="004E7DB1" w:rsidTr="00714AAC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4E7DB1">
              <w:rPr>
                <w:rFonts w:ascii="Calibri" w:hAnsi="Calibri"/>
              </w:rPr>
              <w:t>) You walk from home to school, a distance of 1 mile, at a constant rate in 10 minutes.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 xml:space="preserve">Plot the scenario on the graph below: 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  <w:p w:rsidR="00294DA4" w:rsidRPr="004E7DB1" w:rsidRDefault="005A3EE8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>
                <v:group id="_x0000_s1071" style="position:absolute;margin-left:33pt;margin-top:2.6pt;width:96pt;height:1in;z-index:251663360" coordorigin="1110,10635" coordsize="1920,1440">
                  <v:shape id="_x0000_s1072" type="#_x0000_t32" style="position:absolute;left:1110;top:10635;width:0;height:1440" o:connectortype="straight"/>
                  <v:shape id="_x0000_s1073" type="#_x0000_t32" style="position:absolute;left:1110;top:12075;width:1920;height:0" o:connectortype="straight"/>
                </v:group>
              </w:pic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>Miles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>From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>Home</w:t>
            </w:r>
          </w:p>
          <w:p w:rsidR="00294DA4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 xml:space="preserve"> 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  <w:r w:rsidRPr="004E7DB1">
              <w:rPr>
                <w:rFonts w:ascii="Calibri" w:hAnsi="Calibri"/>
              </w:rPr>
              <w:t xml:space="preserve">                      Time (min)</w:t>
            </w:r>
          </w:p>
          <w:p w:rsidR="00294DA4" w:rsidRPr="004E7DB1" w:rsidRDefault="00294DA4" w:rsidP="00714AAC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anchor distT="0" distB="13335" distL="114300" distR="116205" simplePos="0" relativeHeight="251664384" behindDoc="0" locked="0" layoutInCell="1" allowOverlap="1">
                  <wp:simplePos x="0" y="0"/>
                  <wp:positionH relativeFrom="column">
                    <wp:posOffset>1780286</wp:posOffset>
                  </wp:positionH>
                  <wp:positionV relativeFrom="paragraph">
                    <wp:posOffset>114935</wp:posOffset>
                  </wp:positionV>
                  <wp:extent cx="2288159" cy="2126107"/>
                  <wp:effectExtent l="19050" t="0" r="0" b="0"/>
                  <wp:wrapTight wrapText="bothSides">
                    <wp:wrapPolygon edited="0">
                      <wp:start x="10250" y="0"/>
                      <wp:lineTo x="1618" y="968"/>
                      <wp:lineTo x="899" y="1161"/>
                      <wp:lineTo x="899" y="9290"/>
                      <wp:lineTo x="-180" y="10838"/>
                      <wp:lineTo x="899" y="12386"/>
                      <wp:lineTo x="899" y="20321"/>
                      <wp:lineTo x="4855" y="21483"/>
                      <wp:lineTo x="10250" y="21483"/>
                      <wp:lineTo x="11149" y="21483"/>
                      <wp:lineTo x="16724" y="21483"/>
                      <wp:lineTo x="20680" y="20321"/>
                      <wp:lineTo x="20501" y="12386"/>
                      <wp:lineTo x="21580" y="10838"/>
                      <wp:lineTo x="20501" y="9290"/>
                      <wp:lineTo x="20860" y="1355"/>
                      <wp:lineTo x="19422" y="774"/>
                      <wp:lineTo x="11149" y="0"/>
                      <wp:lineTo x="10250" y="0"/>
                    </wp:wrapPolygon>
                  </wp:wrapTight>
                  <wp:docPr id="5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59" cy="212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noProof/>
              </w:rPr>
              <w:t>14</w:t>
            </w:r>
            <w:r w:rsidRPr="004E7DB1">
              <w:rPr>
                <w:rFonts w:ascii="Calibri" w:hAnsi="Calibri"/>
                <w:noProof/>
              </w:rPr>
              <w:t>) How many lines have a positive slope?</w:t>
            </w: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  <w:r w:rsidRPr="004E7DB1">
              <w:rPr>
                <w:rFonts w:ascii="Calibri" w:hAnsi="Calibri"/>
                <w:noProof/>
              </w:rPr>
              <w:t>b) How many lines have a negative slope?</w:t>
            </w: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  <w:r w:rsidRPr="004E7DB1">
              <w:rPr>
                <w:rFonts w:ascii="Calibri" w:hAnsi="Calibri"/>
                <w:noProof/>
              </w:rPr>
              <w:t>c) How many lines have a slope of zero?</w:t>
            </w: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</w:p>
          <w:p w:rsidR="00294DA4" w:rsidRDefault="005A3EE8" w:rsidP="00714AAC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pict>
                <v:group id="_x0000_s1075" style="position:absolute;margin-left:108.45pt;margin-top:-132.5pt;width:154.1pt;height:154.35pt;z-index:251665408" coordorigin="2812,8969" coordsize="3082,3087">
                  <v:shape id="_x0000_s1076" type="#_x0000_t32" style="position:absolute;left:2812;top:9081;width:571;height:2524" o:connectortype="straight">
                    <v:stroke startarrow="block" endarrow="block"/>
                  </v:shape>
                  <v:shape id="_x0000_s1077" type="#_x0000_t32" style="position:absolute;left:3052;top:9212;width:2005;height:441" o:connectortype="straight">
                    <v:stroke startarrow="block" endarrow="block"/>
                  </v:shape>
                  <v:shape id="_x0000_s1078" type="#_x0000_t32" style="position:absolute;left:5057;top:8969;width:787;height:809" o:connectortype="straight">
                    <v:stroke startarrow="block" endarrow="block"/>
                  </v:shape>
                  <v:shape id="_x0000_s1079" type="#_x0000_t32" style="position:absolute;left:3807;top:9081;width:379;height:2975" o:connectortype="straight">
                    <v:stroke startarrow="block" endarrow="block"/>
                  </v:shape>
                  <v:shape id="_x0000_s1080" type="#_x0000_t32" style="position:absolute;left:4047;top:9736;width:1797;height:1429" o:connectortype="straight">
                    <v:stroke startarrow="block" endarrow="block"/>
                  </v:shape>
                  <v:shape id="_x0000_s1081" type="#_x0000_t32" style="position:absolute;left:4387;top:10851;width:502;height:895;flip:y" o:connectortype="straight">
                    <v:stroke startarrow="block" endarrow="block"/>
                  </v:shape>
                  <v:shape id="_x0000_s1082" type="#_x0000_t32" style="position:absolute;left:4627;top:9080;width:982;height:2905;flip:y" o:connectortype="straight">
                    <v:stroke startarrow="block" endarrow="block"/>
                  </v:shape>
                  <v:shape id="_x0000_s1083" type="#_x0000_t32" style="position:absolute;left:2812;top:9360;width:571;height:2386;flip:y" o:connectortype="straight">
                    <v:stroke startarrow="block" endarrow="block"/>
                  </v:shape>
                  <v:shape id="_x0000_s1084" type="#_x0000_t32" style="position:absolute;left:3581;top:10266;width:2005;height:0" o:connectortype="straight">
                    <v:stroke startarrow="block" endarrow="block"/>
                  </v:shape>
                  <v:shape id="_x0000_s1085" type="#_x0000_t32" style="position:absolute;left:4746;top:11760;width:1148;height:1" o:connectortype="straight">
                    <v:stroke startarrow="block" endarrow="block"/>
                  </v:shape>
                  <v:shape id="_x0000_s1086" type="#_x0000_t32" style="position:absolute;left:3600;top:10492;width:0;height:1255" o:connectortype="straight">
                    <v:stroke startarrow="block" endarrow="block"/>
                  </v:shape>
                  <v:shape id="_x0000_s1087" type="#_x0000_t32" style="position:absolute;left:3821;top:9191;width:0;height:2237" o:connectortype="straight">
                    <v:stroke startarrow="block" endarrow="block"/>
                  </v:shape>
                </v:group>
              </w:pict>
            </w:r>
            <w:r w:rsidR="00294DA4" w:rsidRPr="004E7DB1">
              <w:rPr>
                <w:rFonts w:ascii="Calibri" w:hAnsi="Calibri"/>
                <w:noProof/>
              </w:rPr>
              <w:t>d) How many lines have an undefined slope?</w:t>
            </w:r>
          </w:p>
          <w:p w:rsidR="00294DA4" w:rsidRDefault="00294DA4" w:rsidP="00714AAC">
            <w:pPr>
              <w:rPr>
                <w:rFonts w:ascii="Calibri" w:hAnsi="Calibri"/>
                <w:noProof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  <w:noProof/>
              </w:rPr>
            </w:pPr>
          </w:p>
        </w:tc>
      </w:tr>
      <w:tr w:rsidR="00294DA4" w:rsidRPr="004E7DB1" w:rsidTr="00714AAC">
        <w:tc>
          <w:tcPr>
            <w:tcW w:w="11016" w:type="dxa"/>
            <w:gridSpan w:val="2"/>
          </w:tcPr>
          <w:p w:rsidR="00294DA4" w:rsidRPr="004E7DB1" w:rsidRDefault="00294DA4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Pr="004E7DB1">
              <w:rPr>
                <w:rFonts w:ascii="Calibri" w:hAnsi="Calibri"/>
              </w:rPr>
              <w:t xml:space="preserve">) </w:t>
            </w:r>
            <w:r w:rsidRPr="004E7DB1">
              <w:rPr>
                <w:rFonts w:ascii="Calibri" w:hAnsi="Calibri"/>
                <w:b/>
              </w:rPr>
              <w:t xml:space="preserve">Explain.  </w:t>
            </w:r>
            <w:r w:rsidRPr="004E7DB1">
              <w:rPr>
                <w:rFonts w:ascii="Calibri" w:hAnsi="Calibri"/>
              </w:rPr>
              <w:t xml:space="preserve">How do you find the slope of a line given two ordered pairs?  </w:t>
            </w:r>
            <w:r>
              <w:rPr>
                <w:rFonts w:ascii="Calibri" w:hAnsi="Calibri"/>
              </w:rPr>
              <w:t>Create two ordered pairs, and w</w:t>
            </w:r>
            <w:r w:rsidRPr="004E7DB1">
              <w:rPr>
                <w:rFonts w:ascii="Calibri" w:hAnsi="Calibri"/>
              </w:rPr>
              <w:t xml:space="preserve">rite out the process with which you would find the slope </w:t>
            </w:r>
            <w:r>
              <w:rPr>
                <w:rFonts w:ascii="Calibri" w:hAnsi="Calibri"/>
              </w:rPr>
              <w:t>of the line that connects the two points.</w:t>
            </w:r>
          </w:p>
          <w:p w:rsidR="00294DA4" w:rsidRPr="00E83035" w:rsidRDefault="00294DA4" w:rsidP="00714AAC">
            <w:pPr>
              <w:rPr>
                <w:rFonts w:ascii="Calibri" w:hAnsi="Calibri"/>
              </w:rPr>
            </w:pPr>
          </w:p>
          <w:p w:rsidR="00294DA4" w:rsidRDefault="00294DA4" w:rsidP="00714AAC">
            <w:pPr>
              <w:rPr>
                <w:rFonts w:ascii="Calibri" w:hAnsi="Calibri"/>
              </w:rPr>
            </w:pPr>
          </w:p>
          <w:p w:rsidR="00294DA4" w:rsidRDefault="00294DA4" w:rsidP="00714AAC">
            <w:pPr>
              <w:rPr>
                <w:rFonts w:ascii="Calibri" w:hAnsi="Calibri"/>
              </w:rPr>
            </w:pPr>
          </w:p>
          <w:p w:rsidR="00294DA4" w:rsidRDefault="00294DA4" w:rsidP="00714AAC">
            <w:pPr>
              <w:rPr>
                <w:rFonts w:ascii="Calibri" w:hAnsi="Calibri"/>
              </w:rPr>
            </w:pPr>
          </w:p>
          <w:p w:rsidR="00294DA4" w:rsidRDefault="00294DA4" w:rsidP="00714AAC">
            <w:pPr>
              <w:rPr>
                <w:rFonts w:ascii="Calibri" w:hAnsi="Calibri"/>
              </w:rPr>
            </w:pPr>
          </w:p>
          <w:p w:rsidR="00294DA4" w:rsidRPr="00294DA4" w:rsidRDefault="00294DA4" w:rsidP="00714AAC">
            <w:pPr>
              <w:rPr>
                <w:rFonts w:ascii="Calibri" w:hAnsi="Calibri"/>
                <w:sz w:val="18"/>
              </w:rPr>
            </w:pPr>
          </w:p>
          <w:p w:rsidR="00294DA4" w:rsidRPr="004E7DB1" w:rsidRDefault="00294DA4" w:rsidP="00714AAC">
            <w:pPr>
              <w:rPr>
                <w:rFonts w:ascii="Calibri" w:hAnsi="Calibri"/>
                <w:i/>
              </w:rPr>
            </w:pPr>
          </w:p>
        </w:tc>
      </w:tr>
    </w:tbl>
    <w:p w:rsidR="005C6568" w:rsidRPr="00294DA4" w:rsidRDefault="005C6568" w:rsidP="00294DA4">
      <w:pPr>
        <w:rPr>
          <w:rFonts w:ascii="Calibri" w:hAnsi="Calibri"/>
          <w:sz w:val="2"/>
        </w:rPr>
      </w:pPr>
    </w:p>
    <w:sectPr w:rsidR="005C6568" w:rsidRPr="00294DA4" w:rsidSect="00433636">
      <w:footerReference w:type="default" r:id="rId1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640" w:rsidRDefault="00736640" w:rsidP="004A1C66">
      <w:r>
        <w:separator/>
      </w:r>
    </w:p>
  </w:endnote>
  <w:endnote w:type="continuationSeparator" w:id="0">
    <w:p w:rsidR="00736640" w:rsidRDefault="00736640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640" w:rsidRDefault="00736640" w:rsidP="004A1C66">
      <w:r>
        <w:separator/>
      </w:r>
    </w:p>
  </w:footnote>
  <w:footnote w:type="continuationSeparator" w:id="0">
    <w:p w:rsidR="00736640" w:rsidRDefault="00736640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215"/>
    <w:rsid w:val="000139E1"/>
    <w:rsid w:val="000248E2"/>
    <w:rsid w:val="00105A07"/>
    <w:rsid w:val="00242D79"/>
    <w:rsid w:val="00294DA4"/>
    <w:rsid w:val="002F6EAC"/>
    <w:rsid w:val="003B785F"/>
    <w:rsid w:val="00433636"/>
    <w:rsid w:val="004A1C66"/>
    <w:rsid w:val="004A48E1"/>
    <w:rsid w:val="004D05E9"/>
    <w:rsid w:val="005A3EE8"/>
    <w:rsid w:val="005C6568"/>
    <w:rsid w:val="005D2DF1"/>
    <w:rsid w:val="005F7234"/>
    <w:rsid w:val="00674044"/>
    <w:rsid w:val="006F5A5F"/>
    <w:rsid w:val="00736640"/>
    <w:rsid w:val="007E25A6"/>
    <w:rsid w:val="007E739E"/>
    <w:rsid w:val="00827215"/>
    <w:rsid w:val="00906228"/>
    <w:rsid w:val="00A72915"/>
    <w:rsid w:val="00B53200"/>
    <w:rsid w:val="00CE4705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90"/>
        <o:r id="V:Rule22" type="connector" idref="#_x0000_s1079"/>
        <o:r id="V:Rule23" type="connector" idref="#_x0000_s1080"/>
        <o:r id="V:Rule24" type="connector" idref="#_x0000_s1064"/>
        <o:r id="V:Rule25" type="connector" idref="#_x0000_s1082"/>
        <o:r id="V:Rule26" type="connector" idref="#_x0000_s1081"/>
        <o:r id="V:Rule27" type="connector" idref="#_x0000_s1062"/>
        <o:r id="V:Rule28" type="connector" idref="#_x0000_s1083"/>
        <o:r id="V:Rule29" type="connector" idref="#_x0000_s1073"/>
        <o:r id="V:Rule30" type="connector" idref="#_x0000_s1061"/>
        <o:r id="V:Rule31" type="connector" idref="#_x0000_s1084"/>
        <o:r id="V:Rule32" type="connector" idref="#_x0000_s1087"/>
        <o:r id="V:Rule33" type="connector" idref="#_x0000_s1078"/>
        <o:r id="V:Rule34" type="connector" idref="#_x0000_s1060"/>
        <o:r id="V:Rule35" type="connector" idref="#_x0000_s1077"/>
        <o:r id="V:Rule36" type="connector" idref="#_x0000_s1063"/>
        <o:r id="V:Rule37" type="connector" idref="#_x0000_s1072"/>
        <o:r id="V:Rule38" type="connector" idref="#_x0000_s1086"/>
        <o:r id="V:Rule39" type="connector" idref="#_x0000_s1085"/>
        <o:r id="V:Rule40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7%20-%20sep%2017\HW17_Distance&amp;AbsoluteValue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HW17_Distance&amp;AbsoluteValue temp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2014-09-15T02:38:00Z</dcterms:created>
  <dcterms:modified xsi:type="dcterms:W3CDTF">2014-09-15T02:38:00Z</dcterms:modified>
</cp:coreProperties>
</file>